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ascii="方正小标宋简体" w:eastAsia="方正小标宋简体"/>
          <w:sz w:val="44"/>
          <w:szCs w:val="44"/>
        </w:rPr>
        <w:t>2019</w:t>
      </w:r>
      <w:r>
        <w:rPr>
          <w:rFonts w:hint="eastAsia" w:ascii="方正小标宋简体" w:eastAsia="方正小标宋简体"/>
          <w:sz w:val="44"/>
          <w:szCs w:val="44"/>
        </w:rPr>
        <w:t>年鄂温克旗</w:t>
      </w:r>
      <w:r>
        <w:rPr>
          <w:rFonts w:hint="eastAsia" w:ascii="方正小标宋简体" w:eastAsia="方正小标宋简体"/>
          <w:sz w:val="44"/>
          <w:szCs w:val="44"/>
          <w:lang w:val="en-US" w:eastAsia="zh-CN"/>
        </w:rPr>
        <w:t>医疗</w:t>
      </w:r>
      <w:r>
        <w:rPr>
          <w:rFonts w:hint="eastAsia" w:ascii="方正小标宋简体" w:eastAsia="方正小标宋简体"/>
          <w:sz w:val="44"/>
          <w:szCs w:val="44"/>
        </w:rPr>
        <w:t>保障局</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政府信息公开工作年度报告</w:t>
      </w:r>
    </w:p>
    <w:p>
      <w:pPr>
        <w:spacing w:line="600" w:lineRule="exact"/>
        <w:jc w:val="center"/>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根据《中华人民共和国政府信息公开条例》（以下简称《条例》）和《呼伦贝尔市政府信息公开规定》要求，现公布鄂温克旗</w:t>
      </w:r>
      <w:r>
        <w:rPr>
          <w:rFonts w:hint="eastAsia" w:ascii="仿宋_GB2312" w:eastAsia="仿宋_GB2312"/>
          <w:sz w:val="32"/>
          <w:szCs w:val="32"/>
          <w:lang w:val="en-US" w:eastAsia="zh-CN"/>
        </w:rPr>
        <w:t>医疗</w:t>
      </w:r>
      <w:r>
        <w:rPr>
          <w:rFonts w:hint="eastAsia" w:ascii="仿宋_GB2312" w:eastAsia="仿宋_GB2312"/>
          <w:sz w:val="32"/>
          <w:szCs w:val="32"/>
        </w:rPr>
        <w:t>保障局</w:t>
      </w:r>
      <w:r>
        <w:rPr>
          <w:rFonts w:ascii="仿宋_GB2312" w:eastAsia="仿宋_GB2312"/>
          <w:sz w:val="32"/>
          <w:szCs w:val="32"/>
        </w:rPr>
        <w:t>2019</w:t>
      </w:r>
      <w:r>
        <w:rPr>
          <w:rFonts w:hint="eastAsia" w:ascii="仿宋_GB2312" w:eastAsia="仿宋_GB2312"/>
          <w:sz w:val="32"/>
          <w:szCs w:val="32"/>
        </w:rPr>
        <w:t>年政府信息公开年度报告。报告内容包括</w:t>
      </w:r>
      <w:r>
        <w:rPr>
          <w:rFonts w:hint="eastAsia" w:ascii="仿宋_GB2312" w:eastAsia="仿宋_GB2312"/>
          <w:sz w:val="32"/>
          <w:szCs w:val="32"/>
          <w:lang w:val="en-US" w:eastAsia="zh-CN"/>
        </w:rPr>
        <w:t>总体情况概述</w:t>
      </w:r>
      <w:r>
        <w:rPr>
          <w:rFonts w:hint="eastAsia" w:ascii="仿宋_GB2312" w:eastAsia="仿宋_GB2312"/>
          <w:sz w:val="32"/>
          <w:szCs w:val="32"/>
        </w:rPr>
        <w:t>、政府信息公开情况以及工作中存在的主要问题和改进措施</w:t>
      </w:r>
      <w:bookmarkStart w:id="0" w:name="_GoBack"/>
      <w:bookmarkEnd w:id="0"/>
      <w:r>
        <w:rPr>
          <w:rFonts w:hint="eastAsia" w:ascii="仿宋_GB2312" w:eastAsia="仿宋_GB2312"/>
          <w:sz w:val="32"/>
          <w:szCs w:val="32"/>
        </w:rPr>
        <w:t>。本报告中所列数据统计期限从</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日到</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日止。</w:t>
      </w:r>
    </w:p>
    <w:p>
      <w:pPr>
        <w:spacing w:line="56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rPr>
        <w:t>一、总体情况</w:t>
      </w:r>
      <w:r>
        <w:rPr>
          <w:rFonts w:hint="eastAsia" w:ascii="黑体" w:hAnsi="黑体" w:eastAsia="黑体"/>
          <w:sz w:val="32"/>
          <w:szCs w:val="32"/>
          <w:lang w:val="en-US" w:eastAsia="zh-CN"/>
        </w:rPr>
        <w:t>概述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我局始终将政务公开工作摆在全局工作的重要位置，切实加强组织领导，及时调整健全政务公开机构领导小组和工作人员。召开了政务公开工作专题部署会议，</w:t>
      </w:r>
      <w:r>
        <w:rPr>
          <w:rFonts w:hint="eastAsia" w:ascii="仿宋_GB2312" w:hAnsi="Calibri" w:eastAsia="仿宋_GB2312" w:cs="Times New Roman"/>
          <w:sz w:val="32"/>
          <w:szCs w:val="32"/>
          <w:lang w:val="en-US" w:eastAsia="zh-CN"/>
        </w:rPr>
        <w:t>组织全体职工</w:t>
      </w:r>
      <w:r>
        <w:rPr>
          <w:rFonts w:hint="eastAsia" w:ascii="仿宋_GB2312" w:hAnsi="Calibri" w:eastAsia="仿宋_GB2312" w:cs="Times New Roman"/>
          <w:sz w:val="32"/>
          <w:szCs w:val="32"/>
        </w:rPr>
        <w:t>学习《中华人民共和国政府信息公开条例》，把政务公开与各项工作紧密结合，同部署、同落实。结合</w:t>
      </w:r>
      <w:r>
        <w:rPr>
          <w:rFonts w:hint="eastAsia" w:ascii="仿宋_GB2312" w:hAnsi="Calibri" w:eastAsia="仿宋_GB2312" w:cs="Times New Roman"/>
          <w:sz w:val="32"/>
          <w:szCs w:val="32"/>
          <w:lang w:val="en-US" w:eastAsia="zh-CN"/>
        </w:rPr>
        <w:t>医疗保障</w:t>
      </w:r>
      <w:r>
        <w:rPr>
          <w:rFonts w:hint="eastAsia" w:ascii="仿宋_GB2312" w:hAnsi="Calibri" w:eastAsia="仿宋_GB2312" w:cs="Times New Roman"/>
          <w:sz w:val="32"/>
          <w:szCs w:val="32"/>
        </w:rPr>
        <w:t>工作实际，以制度和考核为抓手，形成齐抓共管的政府信息公开工作体制机制。</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二、主动公开政府信息情况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主动向旗政府网站、鄂温克族自治旗医疗保障局微信公众平台、旗电视台进行信息公开，主要涉及年度城乡居民基本医疗保险费用征缴通知、呼伦贝尔市医疗保险政策调整通知及具体业务经办通知等。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rPr>
        <w:t>（一）</w:t>
      </w:r>
      <w:r>
        <w:rPr>
          <w:rFonts w:hint="eastAsia" w:ascii="仿宋_GB2312" w:hAnsi="Calibri" w:eastAsia="仿宋_GB2312" w:cs="Times New Roman"/>
          <w:sz w:val="32"/>
          <w:szCs w:val="32"/>
          <w:lang w:val="en-US" w:eastAsia="zh-CN"/>
        </w:rPr>
        <w:t>研究医疗保障部门服务事项清单，严格办事流程，缩短办理时限，明确办理材料，将行风建设工作层层压实到分管领导、责任股室、责任岗位、责任人，各自负责好“责任田”。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二）建章立制，推进医保工作制度化、规范化。为促进行风建设工作的常态化运行，坚持用制度管人、用制度规范工作。制定《鄂温克旗医疗保障局窗口服务管理办法》，让每一名干部职工明白医保系统行风建设和服务窗口建设的规范、标准，让全局干部职工都明确行风建设需要整改和改进的具体事项、内容，通过扎牢制度的笼子，规范工作管理，规范职工行为，规范经办服务，规范运行秩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三）转变作风，改进医保政务服务。结合我局工作实际，全面排查“放管服”改革中的“难点”“堵点”“痛点”问题，坚持以医保政务服务为突破口，狠抓窗口服务建设，落实首问负责制、一次性告知制、限时办结制、等优化办事流程，聚焦群众办事难、办事慢、多头跑、反复跑等问题，着力推进审批流程再优化、审批效能再提升、审批环节再减少，大力推进“放管服”改革，让办事群众“最多跑一次”提高便民服务的满意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lang w:val="en-US" w:eastAsia="zh-CN"/>
        </w:rPr>
        <w:t>（四）为进一步提高医保经办的服务质量，提高党员的政治思想素质，增强党员的党性观念和服务意识，促使党组织的政治优势、组织优势和群众优势得到充分发挥，密切党群关系，使党员在本职岗位上起到先锋模范作用，我局在业务大厅设立“党员示范岗”，为全体党员干部更好地立足岗位，建功立业，当好排头兵提供了学习方向，提高了党员干部在工作中的自觉性，使广大群众对医保经办的满意度得到进一步提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val="en-US" w:eastAsia="zh-CN"/>
        </w:rPr>
        <w:t>五</w:t>
      </w:r>
      <w:r>
        <w:rPr>
          <w:rFonts w:hint="eastAsia" w:ascii="仿宋_GB2312" w:hAnsi="Calibri" w:eastAsia="仿宋_GB2312" w:cs="Times New Roman"/>
          <w:sz w:val="32"/>
          <w:szCs w:val="32"/>
        </w:rPr>
        <w:t>）公开回应社会关切，开展政策解读。</w:t>
      </w:r>
      <w:r>
        <w:rPr>
          <w:rFonts w:hint="eastAsia" w:ascii="仿宋_GB2312" w:hAnsi="Calibri" w:eastAsia="仿宋_GB2312" w:cs="Times New Roman"/>
          <w:sz w:val="32"/>
          <w:szCs w:val="32"/>
          <w:lang w:val="en-US" w:eastAsia="zh-CN"/>
        </w:rPr>
        <w:t>2019年4月16日，旗医保局局长萨楚日拉接受鄂温克旗政府网站邀请，就全旗健康扶贫相关问题进行解答。从</w:t>
      </w:r>
      <w:r>
        <w:rPr>
          <w:rFonts w:hint="eastAsia" w:ascii="仿宋_GB2312" w:hAnsi="Calibri" w:eastAsia="仿宋_GB2312" w:cs="Times New Roman"/>
          <w:sz w:val="32"/>
          <w:szCs w:val="32"/>
        </w:rPr>
        <w:t>什么是</w:t>
      </w:r>
      <w:r>
        <w:rPr>
          <w:rFonts w:hint="eastAsia" w:ascii="仿宋_GB2312" w:hAnsi="Calibri" w:eastAsia="仿宋_GB2312" w:cs="Times New Roman"/>
          <w:sz w:val="32"/>
          <w:szCs w:val="32"/>
          <w:lang w:val="en-US" w:eastAsia="zh-CN"/>
        </w:rPr>
        <w:t>健康扶贫、</w:t>
      </w:r>
      <w:r>
        <w:rPr>
          <w:rFonts w:hint="eastAsia" w:ascii="仿宋_GB2312" w:hAnsi="Calibri" w:eastAsia="仿宋_GB2312" w:cs="Times New Roman"/>
          <w:sz w:val="32"/>
          <w:szCs w:val="32"/>
        </w:rPr>
        <w:t>当前</w:t>
      </w:r>
      <w:r>
        <w:rPr>
          <w:rFonts w:hint="eastAsia" w:ascii="仿宋_GB2312" w:hAnsi="Calibri" w:eastAsia="仿宋_GB2312" w:cs="Times New Roman"/>
          <w:sz w:val="32"/>
          <w:szCs w:val="32"/>
          <w:lang w:val="en-US" w:eastAsia="zh-CN"/>
        </w:rPr>
        <w:t>医保局健康扶贫</w:t>
      </w:r>
      <w:r>
        <w:rPr>
          <w:rFonts w:hint="eastAsia" w:ascii="仿宋_GB2312" w:hAnsi="Calibri" w:eastAsia="仿宋_GB2312" w:cs="Times New Roman"/>
          <w:sz w:val="32"/>
          <w:szCs w:val="32"/>
        </w:rPr>
        <w:t>工作开展情况如何</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lang w:val="en-US" w:eastAsia="zh-CN"/>
        </w:rPr>
        <w:t>在健康扶贫中医保局主要承担什么任务、建档立卡贫困人口就医有什么政策倾斜、基本医保政策倾斜都包括什么、如何落实</w:t>
      </w:r>
      <w:r>
        <w:rPr>
          <w:rFonts w:hint="eastAsia" w:ascii="仿宋_GB2312" w:hAnsi="Calibri" w:eastAsia="仿宋_GB2312" w:cs="Times New Roman"/>
          <w:sz w:val="32"/>
          <w:szCs w:val="32"/>
          <w:lang w:eastAsia="zh-CN"/>
        </w:rPr>
        <w:t>为全旗建档立卡贫困户全额补贴城乡居民基本医保费用、</w:t>
      </w:r>
      <w:r>
        <w:rPr>
          <w:rFonts w:hint="eastAsia" w:ascii="仿宋_GB2312" w:hAnsi="Calibri" w:eastAsia="仿宋_GB2312" w:cs="Times New Roman"/>
          <w:sz w:val="32"/>
          <w:szCs w:val="32"/>
        </w:rPr>
        <w:t>什么是</w:t>
      </w:r>
      <w:r>
        <w:rPr>
          <w:rFonts w:hint="eastAsia" w:ascii="仿宋_GB2312" w:hAnsi="Calibri" w:eastAsia="仿宋_GB2312" w:cs="Times New Roman"/>
          <w:sz w:val="32"/>
          <w:szCs w:val="32"/>
          <w:lang w:val="en-US" w:eastAsia="zh-CN"/>
        </w:rPr>
        <w:t>先诊疗后付费制度、</w:t>
      </w:r>
      <w:r>
        <w:rPr>
          <w:rFonts w:hint="eastAsia" w:ascii="仿宋_GB2312" w:hAnsi="Calibri" w:eastAsia="仿宋_GB2312" w:cs="Times New Roman"/>
          <w:sz w:val="32"/>
          <w:szCs w:val="32"/>
        </w:rPr>
        <w:t>什么是</w:t>
      </w:r>
      <w:r>
        <w:rPr>
          <w:rFonts w:hint="eastAsia" w:ascii="仿宋_GB2312" w:hAnsi="Calibri" w:eastAsia="仿宋_GB2312" w:cs="Times New Roman"/>
          <w:sz w:val="32"/>
          <w:szCs w:val="32"/>
          <w:lang w:val="en-US" w:eastAsia="zh-CN"/>
        </w:rPr>
        <w:t>一站式结算政策等20个方面进行详细解读。</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六）主动公布《关于为建档立卡贫困人口垫付大病医疗费用的通知》《鄂温克族自治旗医疗保障局打击欺诈骗保维护基金安全暗访抽检工作方案》《旗医疗保障局关于取消低保人员和重度残疾人员医保证盖章的通知》等现行文件，报经旗档案局审阅备案后，报旗政务公开部门备案，并向旗政府信息公开平台报送公布。</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、工作存在的主要问题</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目前，我局</w:t>
      </w:r>
      <w:r>
        <w:rPr>
          <w:rFonts w:hint="eastAsia" w:ascii="仿宋_GB2312" w:eastAsia="仿宋_GB2312"/>
          <w:sz w:val="32"/>
          <w:szCs w:val="32"/>
        </w:rPr>
        <w:t>信息发布</w:t>
      </w:r>
      <w:r>
        <w:rPr>
          <w:rFonts w:hint="eastAsia" w:ascii="仿宋_GB2312" w:eastAsia="仿宋_GB2312"/>
          <w:sz w:val="32"/>
          <w:szCs w:val="32"/>
          <w:lang w:val="en-US" w:eastAsia="zh-CN"/>
        </w:rPr>
        <w:t>工作还存在很多问题，比如机构成立后，工作人员对政务公开工作的要求还不清晰，对于具体信息发布工作标准执行不严。</w:t>
      </w:r>
    </w:p>
    <w:p>
      <w:pPr>
        <w:spacing w:line="560" w:lineRule="exact"/>
        <w:ind w:firstLine="640" w:firstLineChars="200"/>
        <w:rPr>
          <w:rFonts w:hint="default"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、下一步</w:t>
      </w:r>
      <w:r>
        <w:rPr>
          <w:rFonts w:hint="eastAsia" w:ascii="黑体" w:hAnsi="黑体" w:eastAsia="黑体"/>
          <w:sz w:val="32"/>
          <w:szCs w:val="32"/>
          <w:lang w:val="en-US" w:eastAsia="zh-CN"/>
        </w:rPr>
        <w:t>工作计划</w:t>
      </w:r>
    </w:p>
    <w:p>
      <w:pPr>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一是进一步完善工作机制。</w:t>
      </w:r>
      <w:r>
        <w:rPr>
          <w:rFonts w:hint="eastAsia" w:ascii="仿宋_GB2312" w:eastAsia="仿宋_GB2312"/>
          <w:sz w:val="32"/>
          <w:szCs w:val="32"/>
        </w:rPr>
        <w:t>结合</w:t>
      </w:r>
      <w:r>
        <w:rPr>
          <w:rFonts w:hint="eastAsia" w:ascii="仿宋_GB2312" w:eastAsia="仿宋_GB2312"/>
          <w:sz w:val="32"/>
          <w:szCs w:val="32"/>
          <w:lang w:val="en-US" w:eastAsia="zh-CN"/>
        </w:rPr>
        <w:t>工作</w:t>
      </w:r>
      <w:r>
        <w:rPr>
          <w:rFonts w:hint="eastAsia" w:ascii="仿宋_GB2312" w:eastAsia="仿宋_GB2312"/>
          <w:sz w:val="32"/>
          <w:szCs w:val="32"/>
        </w:rPr>
        <w:t>实际情况，对政务公开和信息公开工作进行规范管理。在公文拟文环节标注公开属性，凡属于应公开</w:t>
      </w:r>
      <w:r>
        <w:rPr>
          <w:rFonts w:hint="eastAsia" w:ascii="仿宋_GB2312" w:eastAsia="仿宋_GB2312"/>
          <w:sz w:val="32"/>
          <w:szCs w:val="32"/>
          <w:lang w:val="en-US" w:eastAsia="zh-CN"/>
        </w:rPr>
        <w:t>发布</w:t>
      </w:r>
      <w:r>
        <w:rPr>
          <w:rFonts w:hint="eastAsia" w:ascii="仿宋_GB2312" w:eastAsia="仿宋_GB2312"/>
          <w:sz w:val="32"/>
          <w:szCs w:val="32"/>
        </w:rPr>
        <w:t>的文件一律通过信息公开网公开。</w:t>
      </w:r>
      <w:r>
        <w:rPr>
          <w:rFonts w:hint="eastAsia" w:ascii="仿宋_GB2312" w:eastAsia="仿宋_GB2312"/>
          <w:b/>
          <w:sz w:val="32"/>
          <w:szCs w:val="32"/>
        </w:rPr>
        <w:t>二是进一步做好自查整改。</w:t>
      </w:r>
      <w:r>
        <w:rPr>
          <w:rFonts w:hint="eastAsia" w:ascii="仿宋_GB2312" w:eastAsia="仿宋_GB2312"/>
          <w:sz w:val="32"/>
          <w:szCs w:val="32"/>
        </w:rPr>
        <w:t>定期开展政务公开自查工作，对发现的问题及时整改，防止出现死角和漏洞。</w:t>
      </w:r>
      <w:r>
        <w:rPr>
          <w:rFonts w:hint="eastAsia" w:ascii="仿宋_GB2312" w:eastAsia="仿宋_GB2312"/>
          <w:b/>
          <w:sz w:val="32"/>
          <w:szCs w:val="32"/>
        </w:rPr>
        <w:t>三是进一步加大宣传力度。</w:t>
      </w:r>
      <w:r>
        <w:rPr>
          <w:rFonts w:hint="eastAsia" w:ascii="仿宋_GB2312" w:eastAsia="仿宋_GB2312"/>
          <w:sz w:val="32"/>
          <w:szCs w:val="32"/>
        </w:rPr>
        <w:t>围绕中心工作，利用各种渠道，采取多种形式，向社会和广大群众深入宣传政务公开和信息公开工作的重要意义，宣传工作中的典型事例，努力形成良好的社会氛围。</w:t>
      </w:r>
    </w:p>
    <w:p>
      <w:pPr>
        <w:rPr>
          <w:rFonts w:ascii="楷体_GB2312" w:hAnsi="黑体" w:eastAsia="楷体_GB2312" w:cs="Arial"/>
          <w:b/>
          <w:sz w:val="32"/>
          <w:szCs w:val="32"/>
        </w:rPr>
      </w:pPr>
    </w:p>
    <w:p>
      <w:pPr>
        <w:spacing w:line="560" w:lineRule="exact"/>
        <w:jc w:val="cente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鄂温克</w:t>
      </w:r>
      <w:r>
        <w:rPr>
          <w:rFonts w:hint="eastAsia" w:ascii="仿宋_GB2312" w:eastAsia="仿宋_GB2312"/>
          <w:sz w:val="32"/>
          <w:szCs w:val="32"/>
          <w:lang w:val="en-US" w:eastAsia="zh-CN"/>
        </w:rPr>
        <w:t>族自治旗医疗</w:t>
      </w:r>
      <w:r>
        <w:rPr>
          <w:rFonts w:hint="eastAsia" w:ascii="仿宋_GB2312" w:eastAsia="仿宋_GB2312"/>
          <w:sz w:val="32"/>
          <w:szCs w:val="32"/>
        </w:rPr>
        <w:t>保障局</w:t>
      </w:r>
    </w:p>
    <w:p>
      <w:pPr>
        <w:spacing w:line="560" w:lineRule="exact"/>
        <w:rPr>
          <w:rFonts w:ascii="仿宋_GB2312" w:eastAsia="仿宋_GB2312"/>
          <w:sz w:val="32"/>
          <w:szCs w:val="32"/>
        </w:rPr>
      </w:pPr>
      <w:r>
        <w:rPr>
          <w:rFonts w:ascii="仿宋_GB2312" w:eastAsia="仿宋_GB2312"/>
          <w:sz w:val="32"/>
          <w:szCs w:val="32"/>
        </w:rPr>
        <w:t xml:space="preserve">                              2020</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hint="eastAsia" w:ascii="仿宋_GB2312" w:eastAsia="仿宋_GB2312"/>
          <w:sz w:val="32"/>
          <w:szCs w:val="32"/>
          <w:lang w:val="en-US" w:eastAsia="zh-CN"/>
        </w:rPr>
        <w:t>9</w:t>
      </w:r>
      <w:r>
        <w:rPr>
          <w:rFonts w:hint="eastAsia" w:ascii="仿宋_GB2312" w:eastAsia="仿宋_GB2312"/>
          <w:sz w:val="32"/>
          <w:szCs w:val="32"/>
        </w:rPr>
        <w:t>日</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_GB2312" w:eastAsia="仿宋_GB2312"/>
          <w:sz w:val="32"/>
          <w:szCs w:val="32"/>
        </w:rPr>
      </w:pPr>
    </w:p>
    <w:sectPr>
      <w:footerReference r:id="rId3" w:type="default"/>
      <w:pgSz w:w="11906" w:h="16838"/>
      <w:pgMar w:top="1440"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16DB"/>
    <w:rsid w:val="0000680B"/>
    <w:rsid w:val="00017B1B"/>
    <w:rsid w:val="00035A4A"/>
    <w:rsid w:val="00044B80"/>
    <w:rsid w:val="00047EE3"/>
    <w:rsid w:val="000545D1"/>
    <w:rsid w:val="000636CA"/>
    <w:rsid w:val="00076650"/>
    <w:rsid w:val="00081650"/>
    <w:rsid w:val="000826ED"/>
    <w:rsid w:val="00084F80"/>
    <w:rsid w:val="000B0274"/>
    <w:rsid w:val="000C4731"/>
    <w:rsid w:val="000C68CA"/>
    <w:rsid w:val="000E3709"/>
    <w:rsid w:val="000E5EF4"/>
    <w:rsid w:val="000F2C6E"/>
    <w:rsid w:val="00113B8B"/>
    <w:rsid w:val="001564B0"/>
    <w:rsid w:val="00160405"/>
    <w:rsid w:val="00161D29"/>
    <w:rsid w:val="00164EE7"/>
    <w:rsid w:val="00172B46"/>
    <w:rsid w:val="0017401B"/>
    <w:rsid w:val="00181056"/>
    <w:rsid w:val="00182652"/>
    <w:rsid w:val="00185C69"/>
    <w:rsid w:val="001A46B8"/>
    <w:rsid w:val="001A68F8"/>
    <w:rsid w:val="001C521A"/>
    <w:rsid w:val="001D031B"/>
    <w:rsid w:val="001E7949"/>
    <w:rsid w:val="00205421"/>
    <w:rsid w:val="00211E3C"/>
    <w:rsid w:val="002124DE"/>
    <w:rsid w:val="002254D5"/>
    <w:rsid w:val="002373C7"/>
    <w:rsid w:val="00237594"/>
    <w:rsid w:val="002379F3"/>
    <w:rsid w:val="0024324F"/>
    <w:rsid w:val="00251EE1"/>
    <w:rsid w:val="00256CB8"/>
    <w:rsid w:val="00264DD1"/>
    <w:rsid w:val="00267448"/>
    <w:rsid w:val="002717C9"/>
    <w:rsid w:val="00271DAC"/>
    <w:rsid w:val="0027434B"/>
    <w:rsid w:val="00281024"/>
    <w:rsid w:val="00285C59"/>
    <w:rsid w:val="00293405"/>
    <w:rsid w:val="002A1EB1"/>
    <w:rsid w:val="002B0DB5"/>
    <w:rsid w:val="002B15EC"/>
    <w:rsid w:val="002B45B6"/>
    <w:rsid w:val="002C3C3D"/>
    <w:rsid w:val="002E29AB"/>
    <w:rsid w:val="002E328A"/>
    <w:rsid w:val="002E4F49"/>
    <w:rsid w:val="0030455E"/>
    <w:rsid w:val="00304AFF"/>
    <w:rsid w:val="003058A4"/>
    <w:rsid w:val="003156A9"/>
    <w:rsid w:val="00315EED"/>
    <w:rsid w:val="003205D0"/>
    <w:rsid w:val="003220DA"/>
    <w:rsid w:val="00326E6E"/>
    <w:rsid w:val="00344B73"/>
    <w:rsid w:val="00354A8A"/>
    <w:rsid w:val="0036124C"/>
    <w:rsid w:val="003732B1"/>
    <w:rsid w:val="0037332E"/>
    <w:rsid w:val="0037402B"/>
    <w:rsid w:val="00374504"/>
    <w:rsid w:val="00374E3A"/>
    <w:rsid w:val="00375831"/>
    <w:rsid w:val="00383D7B"/>
    <w:rsid w:val="00391990"/>
    <w:rsid w:val="003A182C"/>
    <w:rsid w:val="003A1A89"/>
    <w:rsid w:val="003A1BF9"/>
    <w:rsid w:val="003A3106"/>
    <w:rsid w:val="003A3D45"/>
    <w:rsid w:val="003D4E04"/>
    <w:rsid w:val="003D598A"/>
    <w:rsid w:val="003E0B5F"/>
    <w:rsid w:val="003F55EE"/>
    <w:rsid w:val="00405104"/>
    <w:rsid w:val="00405E31"/>
    <w:rsid w:val="00421536"/>
    <w:rsid w:val="00427380"/>
    <w:rsid w:val="00447AE6"/>
    <w:rsid w:val="0045252A"/>
    <w:rsid w:val="00452F99"/>
    <w:rsid w:val="0046130B"/>
    <w:rsid w:val="00467F83"/>
    <w:rsid w:val="00471BBE"/>
    <w:rsid w:val="0048759E"/>
    <w:rsid w:val="004A2C14"/>
    <w:rsid w:val="004A6F70"/>
    <w:rsid w:val="004B150D"/>
    <w:rsid w:val="004B2D3C"/>
    <w:rsid w:val="004B33E0"/>
    <w:rsid w:val="004B3861"/>
    <w:rsid w:val="004C0F95"/>
    <w:rsid w:val="004C19D4"/>
    <w:rsid w:val="004C4349"/>
    <w:rsid w:val="004C78F0"/>
    <w:rsid w:val="004E0A09"/>
    <w:rsid w:val="004E13E9"/>
    <w:rsid w:val="004F4924"/>
    <w:rsid w:val="005208A6"/>
    <w:rsid w:val="005326D4"/>
    <w:rsid w:val="00541AC0"/>
    <w:rsid w:val="005457C6"/>
    <w:rsid w:val="0055178E"/>
    <w:rsid w:val="00554C20"/>
    <w:rsid w:val="00556A30"/>
    <w:rsid w:val="00561D69"/>
    <w:rsid w:val="00571167"/>
    <w:rsid w:val="00575199"/>
    <w:rsid w:val="005971DB"/>
    <w:rsid w:val="005A3259"/>
    <w:rsid w:val="005B637A"/>
    <w:rsid w:val="005C3BED"/>
    <w:rsid w:val="005C5C5D"/>
    <w:rsid w:val="005D6ABF"/>
    <w:rsid w:val="005D7ECA"/>
    <w:rsid w:val="005E4653"/>
    <w:rsid w:val="005E52F5"/>
    <w:rsid w:val="005F27A4"/>
    <w:rsid w:val="0060480F"/>
    <w:rsid w:val="00612C96"/>
    <w:rsid w:val="006172D8"/>
    <w:rsid w:val="006204ED"/>
    <w:rsid w:val="00625542"/>
    <w:rsid w:val="00625652"/>
    <w:rsid w:val="00627658"/>
    <w:rsid w:val="0063048C"/>
    <w:rsid w:val="00631BAC"/>
    <w:rsid w:val="00633E18"/>
    <w:rsid w:val="00645A32"/>
    <w:rsid w:val="00647B4E"/>
    <w:rsid w:val="006522E8"/>
    <w:rsid w:val="006616F9"/>
    <w:rsid w:val="00662841"/>
    <w:rsid w:val="00666846"/>
    <w:rsid w:val="00670AFC"/>
    <w:rsid w:val="0067302C"/>
    <w:rsid w:val="00673FF7"/>
    <w:rsid w:val="006766D6"/>
    <w:rsid w:val="00681B5D"/>
    <w:rsid w:val="006A0449"/>
    <w:rsid w:val="006B0906"/>
    <w:rsid w:val="006B72DA"/>
    <w:rsid w:val="006C579E"/>
    <w:rsid w:val="006C7384"/>
    <w:rsid w:val="006D03CF"/>
    <w:rsid w:val="006D67F3"/>
    <w:rsid w:val="006E10DC"/>
    <w:rsid w:val="006E3CF6"/>
    <w:rsid w:val="006F3A9E"/>
    <w:rsid w:val="00704645"/>
    <w:rsid w:val="007063C9"/>
    <w:rsid w:val="00707CF9"/>
    <w:rsid w:val="007102E1"/>
    <w:rsid w:val="00710732"/>
    <w:rsid w:val="0071115D"/>
    <w:rsid w:val="00713952"/>
    <w:rsid w:val="007155BA"/>
    <w:rsid w:val="00724936"/>
    <w:rsid w:val="007329C6"/>
    <w:rsid w:val="00745D23"/>
    <w:rsid w:val="0075142F"/>
    <w:rsid w:val="007606A1"/>
    <w:rsid w:val="0077027D"/>
    <w:rsid w:val="0078392A"/>
    <w:rsid w:val="00786DFF"/>
    <w:rsid w:val="007972D1"/>
    <w:rsid w:val="007A6578"/>
    <w:rsid w:val="007B28C7"/>
    <w:rsid w:val="007B3ED6"/>
    <w:rsid w:val="007C021B"/>
    <w:rsid w:val="007C38E1"/>
    <w:rsid w:val="007D0E42"/>
    <w:rsid w:val="007D67E6"/>
    <w:rsid w:val="007E1616"/>
    <w:rsid w:val="007F097E"/>
    <w:rsid w:val="007F3281"/>
    <w:rsid w:val="007F6D12"/>
    <w:rsid w:val="007F78AB"/>
    <w:rsid w:val="008135AB"/>
    <w:rsid w:val="008267E8"/>
    <w:rsid w:val="00831ABF"/>
    <w:rsid w:val="008338BC"/>
    <w:rsid w:val="00840DAB"/>
    <w:rsid w:val="00841804"/>
    <w:rsid w:val="00843AB7"/>
    <w:rsid w:val="00845E02"/>
    <w:rsid w:val="00851067"/>
    <w:rsid w:val="00855498"/>
    <w:rsid w:val="008740CB"/>
    <w:rsid w:val="00880D95"/>
    <w:rsid w:val="00882EA6"/>
    <w:rsid w:val="008840FE"/>
    <w:rsid w:val="00890334"/>
    <w:rsid w:val="00896A44"/>
    <w:rsid w:val="00897AED"/>
    <w:rsid w:val="008A16FB"/>
    <w:rsid w:val="008A7627"/>
    <w:rsid w:val="008C0279"/>
    <w:rsid w:val="008C0998"/>
    <w:rsid w:val="008C0F73"/>
    <w:rsid w:val="008C320D"/>
    <w:rsid w:val="008C7D84"/>
    <w:rsid w:val="008D0E8E"/>
    <w:rsid w:val="008D4BE1"/>
    <w:rsid w:val="008D70C5"/>
    <w:rsid w:val="008E1A8C"/>
    <w:rsid w:val="008E57AE"/>
    <w:rsid w:val="008E7CC5"/>
    <w:rsid w:val="00902D04"/>
    <w:rsid w:val="00912531"/>
    <w:rsid w:val="00912D81"/>
    <w:rsid w:val="0092270F"/>
    <w:rsid w:val="00930FE6"/>
    <w:rsid w:val="00941AD5"/>
    <w:rsid w:val="0094758E"/>
    <w:rsid w:val="00947C9D"/>
    <w:rsid w:val="009520AD"/>
    <w:rsid w:val="00956A15"/>
    <w:rsid w:val="00962D82"/>
    <w:rsid w:val="00967DB8"/>
    <w:rsid w:val="00973F58"/>
    <w:rsid w:val="00991D1A"/>
    <w:rsid w:val="009969D3"/>
    <w:rsid w:val="009A4733"/>
    <w:rsid w:val="009B2EEA"/>
    <w:rsid w:val="009C2811"/>
    <w:rsid w:val="009D428F"/>
    <w:rsid w:val="009E07DA"/>
    <w:rsid w:val="009E0E62"/>
    <w:rsid w:val="009E4D1F"/>
    <w:rsid w:val="009F584C"/>
    <w:rsid w:val="00A02EE8"/>
    <w:rsid w:val="00A1093E"/>
    <w:rsid w:val="00A10991"/>
    <w:rsid w:val="00A23FC0"/>
    <w:rsid w:val="00A259FB"/>
    <w:rsid w:val="00A30B9C"/>
    <w:rsid w:val="00A323FA"/>
    <w:rsid w:val="00A42CF0"/>
    <w:rsid w:val="00A612C2"/>
    <w:rsid w:val="00A644BF"/>
    <w:rsid w:val="00A66354"/>
    <w:rsid w:val="00A70F82"/>
    <w:rsid w:val="00A828E6"/>
    <w:rsid w:val="00A846BC"/>
    <w:rsid w:val="00AA325F"/>
    <w:rsid w:val="00AC14B2"/>
    <w:rsid w:val="00AC31CA"/>
    <w:rsid w:val="00AC4BA9"/>
    <w:rsid w:val="00AC5322"/>
    <w:rsid w:val="00AD09AF"/>
    <w:rsid w:val="00AE06EC"/>
    <w:rsid w:val="00AE095A"/>
    <w:rsid w:val="00AE4165"/>
    <w:rsid w:val="00B10942"/>
    <w:rsid w:val="00B145B6"/>
    <w:rsid w:val="00B14989"/>
    <w:rsid w:val="00B1671D"/>
    <w:rsid w:val="00B33E10"/>
    <w:rsid w:val="00B353B8"/>
    <w:rsid w:val="00B435D6"/>
    <w:rsid w:val="00B43EA2"/>
    <w:rsid w:val="00B4611D"/>
    <w:rsid w:val="00B82614"/>
    <w:rsid w:val="00B83989"/>
    <w:rsid w:val="00B86A6C"/>
    <w:rsid w:val="00B87CD3"/>
    <w:rsid w:val="00BA4644"/>
    <w:rsid w:val="00BD143B"/>
    <w:rsid w:val="00BD74DC"/>
    <w:rsid w:val="00BF2EAF"/>
    <w:rsid w:val="00C0376B"/>
    <w:rsid w:val="00C04A42"/>
    <w:rsid w:val="00C05C48"/>
    <w:rsid w:val="00C118DF"/>
    <w:rsid w:val="00C11F88"/>
    <w:rsid w:val="00C12670"/>
    <w:rsid w:val="00C16D6A"/>
    <w:rsid w:val="00C208FA"/>
    <w:rsid w:val="00C23F80"/>
    <w:rsid w:val="00C26EC8"/>
    <w:rsid w:val="00C47CE5"/>
    <w:rsid w:val="00C73127"/>
    <w:rsid w:val="00C768DD"/>
    <w:rsid w:val="00C96953"/>
    <w:rsid w:val="00CA3603"/>
    <w:rsid w:val="00CA42CA"/>
    <w:rsid w:val="00CA4F65"/>
    <w:rsid w:val="00CB65CC"/>
    <w:rsid w:val="00CC23B3"/>
    <w:rsid w:val="00CC56BC"/>
    <w:rsid w:val="00CD3D18"/>
    <w:rsid w:val="00CE697E"/>
    <w:rsid w:val="00D00023"/>
    <w:rsid w:val="00D012E3"/>
    <w:rsid w:val="00D06518"/>
    <w:rsid w:val="00D10D59"/>
    <w:rsid w:val="00D1276E"/>
    <w:rsid w:val="00D20C94"/>
    <w:rsid w:val="00D32297"/>
    <w:rsid w:val="00D32F57"/>
    <w:rsid w:val="00D3674D"/>
    <w:rsid w:val="00D4011B"/>
    <w:rsid w:val="00D41AB6"/>
    <w:rsid w:val="00D509BE"/>
    <w:rsid w:val="00D51A05"/>
    <w:rsid w:val="00D618A7"/>
    <w:rsid w:val="00D6479E"/>
    <w:rsid w:val="00D9444C"/>
    <w:rsid w:val="00D95784"/>
    <w:rsid w:val="00DA2325"/>
    <w:rsid w:val="00DA4C89"/>
    <w:rsid w:val="00DB04D7"/>
    <w:rsid w:val="00DB2A0F"/>
    <w:rsid w:val="00DB62C9"/>
    <w:rsid w:val="00DC1FD6"/>
    <w:rsid w:val="00DC7786"/>
    <w:rsid w:val="00DD0A8E"/>
    <w:rsid w:val="00DD39E7"/>
    <w:rsid w:val="00DE0060"/>
    <w:rsid w:val="00DE5098"/>
    <w:rsid w:val="00DE7C4C"/>
    <w:rsid w:val="00E05327"/>
    <w:rsid w:val="00E10E5E"/>
    <w:rsid w:val="00E20F4C"/>
    <w:rsid w:val="00E262C6"/>
    <w:rsid w:val="00E27297"/>
    <w:rsid w:val="00E427FB"/>
    <w:rsid w:val="00E4360B"/>
    <w:rsid w:val="00E475A0"/>
    <w:rsid w:val="00E50FB4"/>
    <w:rsid w:val="00E51E8E"/>
    <w:rsid w:val="00E60446"/>
    <w:rsid w:val="00E608FF"/>
    <w:rsid w:val="00E62C25"/>
    <w:rsid w:val="00E72F6C"/>
    <w:rsid w:val="00E91965"/>
    <w:rsid w:val="00E94F94"/>
    <w:rsid w:val="00E97DBD"/>
    <w:rsid w:val="00EA0A56"/>
    <w:rsid w:val="00EA0D48"/>
    <w:rsid w:val="00EA49B6"/>
    <w:rsid w:val="00EB48E4"/>
    <w:rsid w:val="00EB53B5"/>
    <w:rsid w:val="00EC0F35"/>
    <w:rsid w:val="00EC18CF"/>
    <w:rsid w:val="00ED11BD"/>
    <w:rsid w:val="00EF08DF"/>
    <w:rsid w:val="00EF23F6"/>
    <w:rsid w:val="00EF40A1"/>
    <w:rsid w:val="00EF4807"/>
    <w:rsid w:val="00F006E5"/>
    <w:rsid w:val="00F20A31"/>
    <w:rsid w:val="00F22D3F"/>
    <w:rsid w:val="00F2479A"/>
    <w:rsid w:val="00F43196"/>
    <w:rsid w:val="00F43987"/>
    <w:rsid w:val="00F4469B"/>
    <w:rsid w:val="00F54578"/>
    <w:rsid w:val="00F57AC9"/>
    <w:rsid w:val="00F6103A"/>
    <w:rsid w:val="00F94DFB"/>
    <w:rsid w:val="00F96989"/>
    <w:rsid w:val="00F9701B"/>
    <w:rsid w:val="00FA2AB1"/>
    <w:rsid w:val="00FB02F5"/>
    <w:rsid w:val="00FB2438"/>
    <w:rsid w:val="00FB2571"/>
    <w:rsid w:val="00FB2D8E"/>
    <w:rsid w:val="00FC6D58"/>
    <w:rsid w:val="00FC76B0"/>
    <w:rsid w:val="00FD144D"/>
    <w:rsid w:val="00FD7241"/>
    <w:rsid w:val="017537E2"/>
    <w:rsid w:val="028610B8"/>
    <w:rsid w:val="038573DF"/>
    <w:rsid w:val="0549056D"/>
    <w:rsid w:val="073820B4"/>
    <w:rsid w:val="08462D46"/>
    <w:rsid w:val="0A393D26"/>
    <w:rsid w:val="0C0770B0"/>
    <w:rsid w:val="0D3B43B0"/>
    <w:rsid w:val="0E226FE4"/>
    <w:rsid w:val="13CF2132"/>
    <w:rsid w:val="17D64C31"/>
    <w:rsid w:val="19B56A54"/>
    <w:rsid w:val="1B185AEF"/>
    <w:rsid w:val="1C594327"/>
    <w:rsid w:val="1CF735D2"/>
    <w:rsid w:val="1E66502D"/>
    <w:rsid w:val="20DC79BB"/>
    <w:rsid w:val="23891D50"/>
    <w:rsid w:val="27693A4C"/>
    <w:rsid w:val="291C24EE"/>
    <w:rsid w:val="2B871B0C"/>
    <w:rsid w:val="2BAC7174"/>
    <w:rsid w:val="2E0F3103"/>
    <w:rsid w:val="2E7E3DB3"/>
    <w:rsid w:val="31F94804"/>
    <w:rsid w:val="346A5D9A"/>
    <w:rsid w:val="36553F44"/>
    <w:rsid w:val="38C031B8"/>
    <w:rsid w:val="38F663CD"/>
    <w:rsid w:val="3D830685"/>
    <w:rsid w:val="3F413354"/>
    <w:rsid w:val="440668FA"/>
    <w:rsid w:val="44513D31"/>
    <w:rsid w:val="4A6426B1"/>
    <w:rsid w:val="4AB331CD"/>
    <w:rsid w:val="4C247F3B"/>
    <w:rsid w:val="529C6C37"/>
    <w:rsid w:val="535B6FF6"/>
    <w:rsid w:val="58273640"/>
    <w:rsid w:val="5853151A"/>
    <w:rsid w:val="58E60BEA"/>
    <w:rsid w:val="5B99254B"/>
    <w:rsid w:val="60251F10"/>
    <w:rsid w:val="61962AB2"/>
    <w:rsid w:val="63B822B3"/>
    <w:rsid w:val="66674F4E"/>
    <w:rsid w:val="68075220"/>
    <w:rsid w:val="6F823463"/>
    <w:rsid w:val="72BE7B28"/>
    <w:rsid w:val="758C0AAB"/>
    <w:rsid w:val="760606D2"/>
    <w:rsid w:val="7C2D17D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unhideWhenUsed="0" w:uiPriority="99"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nhideWhenUsed="0"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name="Hyperlink"/>
    <w:lsdException w:unhideWhenUsed="0" w:uiPriority="0" w:semiHidden="0" w:name="FollowedHyperlink"/>
    <w:lsdException w:qFormat="1" w:unhideWhenUsed="0" w:uiPriority="99" w:semiHidden="0" w:name="Strong"/>
    <w:lsdException w:qFormat="1" w:unhideWhenUsed="0" w:uiPriority="20" w:semiHidden="0" w:name="Emphasis" w:locked="1"/>
    <w:lsdException w:unhideWhenUsed="0" w:uiPriority="99"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0"/>
    <w:semiHidden/>
    <w:uiPriority w:val="99"/>
    <w:rPr>
      <w:rFonts w:ascii="宋体"/>
      <w:sz w:val="18"/>
      <w:szCs w:val="18"/>
    </w:rPr>
  </w:style>
  <w:style w:type="paragraph" w:styleId="3">
    <w:name w:val="footer"/>
    <w:basedOn w:val="1"/>
    <w:link w:val="11"/>
    <w:semiHidden/>
    <w:uiPriority w:val="99"/>
    <w:pPr>
      <w:tabs>
        <w:tab w:val="center" w:pos="4153"/>
        <w:tab w:val="right" w:pos="8306"/>
      </w:tabs>
      <w:snapToGrid w:val="0"/>
      <w:jc w:val="left"/>
    </w:pPr>
    <w:rPr>
      <w:sz w:val="18"/>
      <w:szCs w:val="18"/>
    </w:rPr>
  </w:style>
  <w:style w:type="paragraph" w:styleId="4">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Strong"/>
    <w:basedOn w:val="7"/>
    <w:qFormat/>
    <w:uiPriority w:val="99"/>
    <w:rPr>
      <w:rFonts w:cs="Times New Roman"/>
      <w:b/>
      <w:bCs/>
    </w:rPr>
  </w:style>
  <w:style w:type="character" w:styleId="9">
    <w:name w:val="Hyperlink"/>
    <w:basedOn w:val="7"/>
    <w:semiHidden/>
    <w:qFormat/>
    <w:uiPriority w:val="99"/>
    <w:rPr>
      <w:rFonts w:cs="Times New Roman"/>
      <w:color w:val="3665C3"/>
      <w:u w:val="none"/>
    </w:rPr>
  </w:style>
  <w:style w:type="character" w:customStyle="1" w:styleId="10">
    <w:name w:val="Document Map Char"/>
    <w:basedOn w:val="7"/>
    <w:link w:val="2"/>
    <w:semiHidden/>
    <w:qFormat/>
    <w:locked/>
    <w:uiPriority w:val="99"/>
    <w:rPr>
      <w:rFonts w:ascii="宋体" w:eastAsia="宋体" w:cs="Times New Roman"/>
      <w:sz w:val="18"/>
      <w:szCs w:val="18"/>
    </w:rPr>
  </w:style>
  <w:style w:type="character" w:customStyle="1" w:styleId="11">
    <w:name w:val="Footer Char"/>
    <w:basedOn w:val="7"/>
    <w:link w:val="3"/>
    <w:semiHidden/>
    <w:locked/>
    <w:uiPriority w:val="99"/>
    <w:rPr>
      <w:rFonts w:cs="Times New Roman"/>
      <w:sz w:val="18"/>
      <w:szCs w:val="18"/>
    </w:rPr>
  </w:style>
  <w:style w:type="character" w:customStyle="1" w:styleId="12">
    <w:name w:val="Header Char"/>
    <w:basedOn w:val="7"/>
    <w:link w:val="4"/>
    <w:semiHidden/>
    <w:qFormat/>
    <w:locked/>
    <w:uiPriority w:val="99"/>
    <w:rPr>
      <w:rFonts w:cs="Times New Roman"/>
      <w:sz w:val="18"/>
      <w:szCs w:val="18"/>
    </w:rPr>
  </w:style>
  <w:style w:type="paragraph" w:customStyle="1" w:styleId="13">
    <w:name w:val="Char Char Char"/>
    <w:uiPriority w:val="99"/>
    <w:rPr>
      <w:rFonts w:ascii="Calibri" w:hAnsi="Calibri" w:eastAsia="宋体" w:cs="Calibri"/>
      <w:kern w:val="0"/>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P R C</Company>
  <Pages>8</Pages>
  <Words>414</Words>
  <Characters>2366</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2017-11-28T02:23:00Z</dcterms:created>
  <dc:creator>Windows User</dc:creator>
  <cp:lastModifiedBy>A琳</cp:lastModifiedBy>
  <cp:lastPrinted>2016-11-17T07:26:00Z</cp:lastPrinted>
  <dcterms:modified xsi:type="dcterms:W3CDTF">2020-01-13T03:47:10Z</dcterms:modified>
  <dc:title>鄂人社字〔2016〕200号</dc:title>
  <cp:revision>391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